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48FE7AD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</w:t>
      </w:r>
      <w:r w:rsidR="00C32E64">
        <w:rPr>
          <w:rFonts w:ascii="Corbel" w:hAnsi="Corbel"/>
          <w:sz w:val="20"/>
          <w:szCs w:val="20"/>
        </w:rPr>
        <w:t>4</w:t>
      </w:r>
      <w:r w:rsidR="00933888">
        <w:rPr>
          <w:rFonts w:ascii="Corbel" w:hAnsi="Corbel"/>
          <w:sz w:val="20"/>
          <w:szCs w:val="20"/>
        </w:rPr>
        <w:t>/</w:t>
      </w:r>
      <w:r w:rsidR="00C32E64">
        <w:rPr>
          <w:rFonts w:ascii="Corbel" w:hAnsi="Corbel"/>
          <w:sz w:val="20"/>
          <w:szCs w:val="20"/>
        </w:rPr>
        <w:t>25</w:t>
      </w:r>
      <w:r w:rsidRPr="00B169DF">
        <w:rPr>
          <w:rFonts w:ascii="Corbel" w:hAnsi="Corbel"/>
          <w:sz w:val="20"/>
          <w:szCs w:val="20"/>
        </w:rPr>
        <w:t>.</w:t>
      </w:r>
      <w:bookmarkStart w:id="0" w:name="_GoBack"/>
      <w:bookmarkEnd w:id="0"/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78306F62" w:rsidR="0085747A" w:rsidRPr="00B169DF" w:rsidRDefault="00E10A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A28">
              <w:rPr>
                <w:rFonts w:ascii="Corbel" w:hAnsi="Corbel"/>
                <w:b w:val="0"/>
                <w:sz w:val="24"/>
                <w:szCs w:val="24"/>
              </w:rPr>
              <w:t>Zaburzeni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10A28">
              <w:rPr>
                <w:rFonts w:ascii="Corbel" w:hAnsi="Corbel"/>
                <w:b w:val="0"/>
                <w:sz w:val="24"/>
                <w:szCs w:val="24"/>
              </w:rPr>
              <w:t xml:space="preserve"> zachowania i niedostosowanie społeczne młodzieży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0014B743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E10A28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13215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13215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3520CF84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2DDA88EC" w:rsidR="00015B8F" w:rsidRPr="00B169DF" w:rsidRDefault="00E10A2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46D1FC0" w14:textId="77777777" w:rsidR="00923D7D" w:rsidRPr="00B169DF" w:rsidRDefault="00923D7D" w:rsidP="0013215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904"/>
      </w:tblGrid>
      <w:tr w:rsidR="00F47926" w:rsidRPr="001B5DD9" w14:paraId="21F4477C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1EE2918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14:paraId="38AB62A6" w14:textId="49C12D96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</w:t>
            </w:r>
            <w:r>
              <w:rPr>
                <w:rFonts w:ascii="Corbel" w:hAnsi="Corbel"/>
                <w:sz w:val="24"/>
                <w:szCs w:val="24"/>
              </w:rPr>
              <w:t>, przebiegiem procesu socjalizacji oraz powstawaniem zaburzeń w zachowaniu i niedostosowania społecznego.</w:t>
            </w:r>
          </w:p>
        </w:tc>
      </w:tr>
      <w:tr w:rsidR="00F47926" w:rsidRPr="001B5DD9" w14:paraId="4ACDD60E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336716F8" w14:textId="77777777" w:rsidR="00F47926" w:rsidRPr="001B5DD9" w:rsidRDefault="00F47926" w:rsidP="000D2CC5">
            <w:pPr>
              <w:pStyle w:val="Cele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14:paraId="14E90768" w14:textId="69CCED70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47926" w:rsidRPr="001B5DD9" w14:paraId="739375C1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99B68B" w14:textId="77777777" w:rsidR="00F47926" w:rsidRPr="001B5DD9" w:rsidRDefault="00F47926" w:rsidP="000D2CC5">
            <w:pPr>
              <w:pStyle w:val="Podpunkty"/>
              <w:rPr>
                <w:rFonts w:ascii="Corbel" w:hAnsi="Corbel"/>
                <w:b w:val="0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14:paraId="04FCDC13" w14:textId="754D53C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</w:t>
            </w:r>
            <w:r>
              <w:rPr>
                <w:rFonts w:ascii="Corbel" w:hAnsi="Corbel"/>
                <w:sz w:val="24"/>
                <w:szCs w:val="24"/>
              </w:rPr>
              <w:t xml:space="preserve"> i środowisk wychowawczych wpływających na przystosowanie społeczne jednostki.</w:t>
            </w:r>
          </w:p>
        </w:tc>
      </w:tr>
      <w:tr w:rsidR="00F47926" w:rsidRPr="001B5DD9" w14:paraId="1EA14659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7B19576F" w14:textId="77777777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14:paraId="163C33F0" w14:textId="250DBB0A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Zapoznanie się z głównymi przyczynami i mechanizmami zaburzeń w procesie socjalizacji prowadzących do </w:t>
            </w:r>
            <w:r>
              <w:rPr>
                <w:rFonts w:ascii="Corbel" w:hAnsi="Corbel"/>
                <w:sz w:val="24"/>
                <w:szCs w:val="24"/>
              </w:rPr>
              <w:t>niedostosowania społecznego.</w:t>
            </w:r>
          </w:p>
        </w:tc>
      </w:tr>
      <w:tr w:rsidR="00F47926" w:rsidRPr="001B5DD9" w14:paraId="5942FE20" w14:textId="77777777" w:rsidTr="000D2CC5">
        <w:trPr>
          <w:trHeight w:val="397"/>
        </w:trPr>
        <w:tc>
          <w:tcPr>
            <w:tcW w:w="659" w:type="dxa"/>
            <w:vAlign w:val="center"/>
          </w:tcPr>
          <w:p w14:paraId="55C4C8FC" w14:textId="3B81BF3C" w:rsidR="00F47926" w:rsidRPr="001B5DD9" w:rsidRDefault="00F47926" w:rsidP="000D2CC5">
            <w:pPr>
              <w:pStyle w:val="Podpunkty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088" w:type="dxa"/>
            <w:vAlign w:val="center"/>
          </w:tcPr>
          <w:p w14:paraId="795F54BE" w14:textId="73D02717" w:rsidR="00F47926" w:rsidRPr="001B5DD9" w:rsidRDefault="00F47926" w:rsidP="000D2CC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Poznanie przyczyn, symptomów, rodzajów zaburzeń w zachowaniu oraz kryteriów niedostosowania społecznego.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400DEE9" w:rsidR="00C47C6B" w:rsidRPr="00F9431A" w:rsidRDefault="002C5279" w:rsidP="00F9431A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Zd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>efiniuje</w:t>
            </w:r>
            <w:r w:rsidRPr="00F9431A"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>ze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pojęcia: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socjalizacja, resocjalizacja,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trudności wychowawcze,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zaburzenia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w zachowaniu, niedostosowanie społeczne, nieprzystosowani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e</w:t>
            </w:r>
            <w:r w:rsidR="00AF30D3" w:rsidRPr="00F9431A">
              <w:rPr>
                <w:rFonts w:ascii="Corbel" w:hAnsi="Corbel"/>
                <w:sz w:val="24"/>
                <w:szCs w:val="24"/>
              </w:rPr>
              <w:t xml:space="preserve"> społeczne, złe przystosowanie społeczne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itp.</w:t>
            </w:r>
            <w:r w:rsidR="00C47C6B" w:rsidRPr="00F9431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4D1ABF3D" w:rsidR="00C47C6B" w:rsidRPr="00F9431A" w:rsidRDefault="00C47C6B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 w:rsidRPr="00F9431A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>procesu socjalizacji oraz etiologii niedostosowania społecznego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3B62C4A0" w:rsidR="00C47C6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>Dokon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 charakterystyki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osób przejawiających różne rodzaje niedostosowania społecznego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ze względu na rodzaj potrzeb, np. opiekuńczych, wychowawczych, terapeutycznych</w:t>
            </w:r>
            <w:r w:rsidR="00CE44D8" w:rsidRPr="00F9431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3CD6B38D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C000"/>
                <w:szCs w:val="24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A07ABC">
              <w:rPr>
                <w:rFonts w:ascii="Corbel" w:hAnsi="Corbel" w:cs="TimesNewRomanPSMT"/>
                <w:sz w:val="20"/>
                <w:szCs w:val="20"/>
                <w:lang w:eastAsia="pl-PL"/>
              </w:rPr>
              <w:t>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9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12455315" w:rsidR="00EF3C8B" w:rsidRPr="00F9431A" w:rsidRDefault="00EF3C8B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Przedstawi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podstawowe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teorie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dotyczące procesu 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socjalizacji oraz </w:t>
            </w:r>
            <w:r w:rsidR="00AF30D3" w:rsidRPr="00F9431A">
              <w:rPr>
                <w:rFonts w:ascii="Corbel" w:hAnsi="Corbel"/>
                <w:b w:val="0"/>
                <w:smallCaps w:val="0"/>
                <w:szCs w:val="24"/>
              </w:rPr>
              <w:t>czynniki wpływające na powstawanie zaburzeń w zachowaniu oraz niedostosowania społecznego.</w:t>
            </w:r>
          </w:p>
        </w:tc>
        <w:tc>
          <w:tcPr>
            <w:tcW w:w="1865" w:type="dxa"/>
          </w:tcPr>
          <w:p w14:paraId="4CD4BA4A" w14:textId="314D77D9" w:rsidR="00192801" w:rsidRPr="00F47926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</w:p>
          <w:p w14:paraId="429D044D" w14:textId="7D6FDCDA" w:rsidR="00C47C6B" w:rsidRPr="00F47926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color w:val="FFC000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K_W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10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00F1D0A4" w:rsidR="002C5279" w:rsidRPr="00F9431A" w:rsidRDefault="002C5279" w:rsidP="00F9431A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związane z </w:t>
            </w:r>
            <w:r w:rsidR="00F9431A"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przebiegiem procesu socjalizacji</w:t>
            </w:r>
            <w:r w:rsidRPr="00F9431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58A6E193" w:rsidR="002C5279" w:rsidRPr="00F9431A" w:rsidRDefault="00EF3C8B" w:rsidP="00F9431A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F9431A">
              <w:rPr>
                <w:rFonts w:ascii="Corbel" w:hAnsi="Corbel"/>
                <w:sz w:val="24"/>
                <w:szCs w:val="24"/>
              </w:rPr>
              <w:t>Posłu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ży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się zasadami i normami etycznymi w realizacji działalności </w:t>
            </w:r>
            <w:proofErr w:type="spellStart"/>
            <w:r w:rsidR="00F9431A" w:rsidRPr="00F9431A">
              <w:rPr>
                <w:rFonts w:ascii="Corbel" w:hAnsi="Corbel"/>
                <w:sz w:val="24"/>
                <w:szCs w:val="24"/>
              </w:rPr>
              <w:t>profilaktyczno</w:t>
            </w:r>
            <w:proofErr w:type="spellEnd"/>
            <w:r w:rsidR="00F9431A" w:rsidRPr="00F9431A">
              <w:rPr>
                <w:rFonts w:ascii="Corbel" w:hAnsi="Corbel"/>
                <w:sz w:val="24"/>
                <w:szCs w:val="24"/>
              </w:rPr>
              <w:t xml:space="preserve"> – resocjalizacyjnej oraz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 xml:space="preserve">określi </w:t>
            </w:r>
            <w:r w:rsidRPr="00F9431A">
              <w:rPr>
                <w:rFonts w:ascii="Corbel" w:hAnsi="Corbel"/>
                <w:sz w:val="24"/>
                <w:szCs w:val="24"/>
              </w:rPr>
              <w:t xml:space="preserve">dylematy etyczne i skutki podejmowanych działań </w:t>
            </w:r>
            <w:r w:rsidR="00F9431A" w:rsidRPr="00F9431A">
              <w:rPr>
                <w:rFonts w:ascii="Corbel" w:hAnsi="Corbel"/>
                <w:sz w:val="24"/>
                <w:szCs w:val="24"/>
              </w:rPr>
              <w:t>wychowawczych</w:t>
            </w:r>
            <w:r w:rsidR="002C5279" w:rsidRPr="00F9431A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232BCCCE" w14:textId="6593D50B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K_U0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6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09DA2AF6" w:rsidR="002C5279" w:rsidRPr="00F9431A" w:rsidRDefault="005515FE" w:rsidP="00F943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Obiektywnie oceni swoje przygotowanie do pracy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t xml:space="preserve">z osobami zagrożonymi niedostosowaniem społecznym i </w:t>
            </w:r>
            <w:r w:rsidR="00F9431A" w:rsidRPr="00F9431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niedostosowanymi</w:t>
            </w:r>
            <w:r w:rsidRPr="00F9431A">
              <w:rPr>
                <w:rFonts w:ascii="Corbel" w:hAnsi="Corbel"/>
                <w:b w:val="0"/>
                <w:smallCaps w:val="0"/>
                <w:szCs w:val="24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69BA7F97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lastRenderedPageBreak/>
              <w:t>K_K0</w:t>
            </w:r>
            <w:r w:rsidR="00F47926" w:rsidRPr="00EF3C8B">
              <w:rPr>
                <w:rFonts w:ascii="Corbel" w:hAnsi="Corbel" w:cs="TimesNewRomanPSMT"/>
                <w:sz w:val="20"/>
                <w:szCs w:val="20"/>
                <w:lang w:eastAsia="pl-PL"/>
              </w:rPr>
              <w:t>1</w:t>
            </w:r>
          </w:p>
        </w:tc>
      </w:tr>
    </w:tbl>
    <w:p w14:paraId="1F3A48B8" w14:textId="77777777" w:rsidR="00EF3C8B" w:rsidRDefault="00EF3C8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6A301EBC" w14:textId="40F201C2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7DE8F397" w14:textId="77777777" w:rsidTr="002E790D">
        <w:tc>
          <w:tcPr>
            <w:tcW w:w="9520" w:type="dxa"/>
            <w:vAlign w:val="center"/>
          </w:tcPr>
          <w:p w14:paraId="709E2471" w14:textId="162BB112" w:rsidR="00E83B5C" w:rsidRPr="00D95BFE" w:rsidRDefault="00E83B5C" w:rsidP="00D95BF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Pojęcie procesu socjalizacji jako kształtowania osobowości społecznej jednostki - socjalizacja w wąskim i szerokim ujęciu. Niedostosowanie społeczne jako skutek zaburzeń w procesie socjalizacji jednostki. Geneza pojęcia „niedostosowania społecznego”.</w:t>
            </w:r>
          </w:p>
        </w:tc>
      </w:tr>
      <w:tr w:rsidR="00E83B5C" w:rsidRPr="00B169DF" w14:paraId="464D53F4" w14:textId="77777777" w:rsidTr="008B4E35">
        <w:tc>
          <w:tcPr>
            <w:tcW w:w="9520" w:type="dxa"/>
            <w:vAlign w:val="center"/>
          </w:tcPr>
          <w:p w14:paraId="565998F2" w14:textId="4618F66C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Zaburzone działanie mechanizmów socjalizacji jako przyczyna niedostosowania społecznego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>, jego społeczne i psychologiczne kryteria.</w:t>
            </w:r>
            <w:r w:rsidRPr="00D95B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83B5C" w:rsidRPr="00B169DF" w14:paraId="64376493" w14:textId="77777777" w:rsidTr="005872FA">
        <w:tc>
          <w:tcPr>
            <w:tcW w:w="9520" w:type="dxa"/>
            <w:vAlign w:val="center"/>
          </w:tcPr>
          <w:p w14:paraId="6CD5E176" w14:textId="49F15869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E83B5C" w:rsidRPr="00B169DF" w14:paraId="581133CF" w14:textId="77777777" w:rsidTr="002E790D">
        <w:tc>
          <w:tcPr>
            <w:tcW w:w="9520" w:type="dxa"/>
            <w:vAlign w:val="center"/>
          </w:tcPr>
          <w:p w14:paraId="3C1A4D38" w14:textId="74F497C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Rola kar i nagród w procesie socjalizacji</w:t>
            </w:r>
          </w:p>
        </w:tc>
      </w:tr>
      <w:tr w:rsidR="00E83B5C" w:rsidRPr="00B169DF" w14:paraId="6C72DEF6" w14:textId="77777777" w:rsidTr="002E790D">
        <w:tc>
          <w:tcPr>
            <w:tcW w:w="9520" w:type="dxa"/>
            <w:vAlign w:val="center"/>
          </w:tcPr>
          <w:p w14:paraId="58EBE311" w14:textId="7383AC44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E83B5C" w:rsidRPr="00B169DF" w14:paraId="0B9A2B82" w14:textId="77777777" w:rsidTr="002E790D">
        <w:tc>
          <w:tcPr>
            <w:tcW w:w="9520" w:type="dxa"/>
            <w:vAlign w:val="center"/>
          </w:tcPr>
          <w:p w14:paraId="0A417109" w14:textId="6DC09B0E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E83B5C" w:rsidRPr="00B169DF" w14:paraId="2E603463" w14:textId="77777777" w:rsidTr="002E790D">
        <w:tc>
          <w:tcPr>
            <w:tcW w:w="9520" w:type="dxa"/>
            <w:vAlign w:val="center"/>
          </w:tcPr>
          <w:p w14:paraId="3E85CEED" w14:textId="6E8466F0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Mechanizm facylitacji społecznej i wzmocnienia wewnętrznego </w:t>
            </w:r>
            <w:r w:rsidR="008E494D" w:rsidRPr="00D95BFE">
              <w:rPr>
                <w:rFonts w:ascii="Corbel" w:hAnsi="Corbel"/>
                <w:sz w:val="24"/>
                <w:szCs w:val="24"/>
              </w:rPr>
              <w:t xml:space="preserve">a </w:t>
            </w:r>
            <w:r w:rsidRPr="00D95BFE">
              <w:rPr>
                <w:rFonts w:ascii="Corbel" w:hAnsi="Corbel"/>
                <w:sz w:val="24"/>
                <w:szCs w:val="24"/>
              </w:rPr>
              <w:t>postawy społeczne jednostki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83B5C" w:rsidRPr="00B169DF" w14:paraId="501FCFB9" w14:textId="77777777" w:rsidTr="002815FB">
        <w:tc>
          <w:tcPr>
            <w:tcW w:w="9520" w:type="dxa"/>
            <w:vAlign w:val="center"/>
          </w:tcPr>
          <w:p w14:paraId="3F1CD4E3" w14:textId="697B33EA" w:rsidR="00E83B5C" w:rsidRPr="00D95BFE" w:rsidRDefault="00E83B5C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D95BFE" w:rsidRPr="00B169DF" w14:paraId="126A6B6A" w14:textId="77777777" w:rsidTr="002815FB">
        <w:tc>
          <w:tcPr>
            <w:tcW w:w="9520" w:type="dxa"/>
            <w:vAlign w:val="center"/>
          </w:tcPr>
          <w:p w14:paraId="434D956E" w14:textId="00EBAB22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rodzinna. Rola środowiska rodzinnego w genezie niedostosowania społecznego. Rodzina patologiczna jako środowisko wychowawcze.</w:t>
            </w:r>
          </w:p>
        </w:tc>
      </w:tr>
      <w:tr w:rsidR="00D95BFE" w:rsidRPr="00B169DF" w14:paraId="70B916C8" w14:textId="77777777" w:rsidTr="002815FB">
        <w:tc>
          <w:tcPr>
            <w:tcW w:w="9520" w:type="dxa"/>
            <w:vAlign w:val="center"/>
          </w:tcPr>
          <w:p w14:paraId="0F454D74" w14:textId="1D542463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Socjalizacja szkolna i błędy wychowawcze szkoły jako czynnik etiologiczny niedostosowania społecznego.</w:t>
            </w:r>
          </w:p>
        </w:tc>
      </w:tr>
      <w:tr w:rsidR="00D95BFE" w:rsidRPr="00B169DF" w14:paraId="12917F23" w14:textId="77777777" w:rsidTr="002815FB">
        <w:tc>
          <w:tcPr>
            <w:tcW w:w="9520" w:type="dxa"/>
            <w:vAlign w:val="center"/>
          </w:tcPr>
          <w:p w14:paraId="060BED0B" w14:textId="642AA008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 xml:space="preserve">Wpływy </w:t>
            </w:r>
            <w:proofErr w:type="spellStart"/>
            <w:r w:rsidRPr="00D95BFE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D95BFE">
              <w:rPr>
                <w:rFonts w:ascii="Corbel" w:hAnsi="Corbel"/>
                <w:sz w:val="24"/>
                <w:szCs w:val="24"/>
              </w:rPr>
              <w:t xml:space="preserve"> - kulturowe a płeć. Problem nierówności i dyskryminacji.</w:t>
            </w:r>
          </w:p>
        </w:tc>
      </w:tr>
      <w:tr w:rsidR="00D95BFE" w:rsidRPr="00B169DF" w14:paraId="51E10332" w14:textId="77777777" w:rsidTr="002815FB">
        <w:tc>
          <w:tcPr>
            <w:tcW w:w="9520" w:type="dxa"/>
            <w:vAlign w:val="center"/>
          </w:tcPr>
          <w:p w14:paraId="07047AA0" w14:textId="6F9153BC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Wpływ środków masowego przekazu na proces socjalizacji jednostki i problemy wychowawcze</w:t>
            </w:r>
          </w:p>
        </w:tc>
      </w:tr>
      <w:tr w:rsidR="00D95BFE" w:rsidRPr="00B169DF" w14:paraId="52EC3D3B" w14:textId="77777777" w:rsidTr="002815FB">
        <w:tc>
          <w:tcPr>
            <w:tcW w:w="9520" w:type="dxa"/>
            <w:vAlign w:val="center"/>
          </w:tcPr>
          <w:p w14:paraId="6F70BC14" w14:textId="7301DD3A" w:rsidR="00D95BFE" w:rsidRPr="00D95BFE" w:rsidRDefault="00D95BFE" w:rsidP="00D95B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Zaburzenia w zachowaniu (trudności wychowawcze) jako wstępne symptomy niedostosowania społecznego</w:t>
            </w:r>
          </w:p>
        </w:tc>
      </w:tr>
      <w:tr w:rsidR="00D95BFE" w:rsidRPr="00B169DF" w14:paraId="335BAEBD" w14:textId="77777777" w:rsidTr="002815FB">
        <w:tc>
          <w:tcPr>
            <w:tcW w:w="9520" w:type="dxa"/>
            <w:vAlign w:val="center"/>
          </w:tcPr>
          <w:p w14:paraId="4BF5E4E9" w14:textId="11E0D6C4" w:rsidR="00D95BFE" w:rsidRPr="00D95BFE" w:rsidRDefault="00D95BFE" w:rsidP="00D95BF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95BFE">
              <w:rPr>
                <w:rFonts w:ascii="Corbel" w:hAnsi="Corbel"/>
                <w:sz w:val="24"/>
                <w:szCs w:val="24"/>
              </w:rPr>
              <w:t>Rodzaje niedostosowania społecznego.</w:t>
            </w:r>
          </w:p>
        </w:tc>
      </w:tr>
    </w:tbl>
    <w:p w14:paraId="71841110" w14:textId="77777777" w:rsidR="00D95BFE" w:rsidRDefault="00D95BF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87ABC2" w14:textId="4E9627DC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21BE4A4E" w:rsidR="0028173C" w:rsidRPr="00B169DF" w:rsidRDefault="00D95BFE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05D79203" w14:textId="1C3565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D95BFE" w:rsidRPr="00B169DF" w14:paraId="0D4D8BBF" w14:textId="77777777" w:rsidTr="000D2CC5">
        <w:tc>
          <w:tcPr>
            <w:tcW w:w="4962" w:type="dxa"/>
            <w:vAlign w:val="center"/>
          </w:tcPr>
          <w:p w14:paraId="048512B3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2B0438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95BFE" w:rsidRPr="00B169DF" w14:paraId="42DE41CE" w14:textId="77777777" w:rsidTr="000D2CC5">
        <w:tc>
          <w:tcPr>
            <w:tcW w:w="4962" w:type="dxa"/>
          </w:tcPr>
          <w:p w14:paraId="72F6E91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77" w:type="dxa"/>
          </w:tcPr>
          <w:p w14:paraId="0559033F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95BFE" w:rsidRPr="00B169DF" w14:paraId="100BF19D" w14:textId="77777777" w:rsidTr="000D2CC5">
        <w:tc>
          <w:tcPr>
            <w:tcW w:w="4962" w:type="dxa"/>
          </w:tcPr>
          <w:p w14:paraId="638F6555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0F2F647E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282EFDDB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2DCD8A5C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4141B00E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5BFE" w:rsidRPr="00B169DF" w14:paraId="0F80286D" w14:textId="77777777" w:rsidTr="000D2CC5">
        <w:tc>
          <w:tcPr>
            <w:tcW w:w="4962" w:type="dxa"/>
          </w:tcPr>
          <w:p w14:paraId="3540D66C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136EC487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1B7639F9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219AD183" w14:textId="77777777" w:rsidR="00D95BFE" w:rsidRPr="003C0AD4" w:rsidRDefault="00D95BFE" w:rsidP="000D2CC5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4B64501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260DFA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7152C7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8163D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3DE06794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4F27A3F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4548A8CA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D95BFE" w:rsidRPr="00B169DF" w14:paraId="77128AF4" w14:textId="77777777" w:rsidTr="000D2CC5">
        <w:tc>
          <w:tcPr>
            <w:tcW w:w="4962" w:type="dxa"/>
          </w:tcPr>
          <w:p w14:paraId="429B854F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3560BE0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</w:t>
            </w:r>
          </w:p>
        </w:tc>
      </w:tr>
      <w:tr w:rsidR="00D95BFE" w:rsidRPr="00B169DF" w14:paraId="084F34E5" w14:textId="77777777" w:rsidTr="000D2CC5">
        <w:tc>
          <w:tcPr>
            <w:tcW w:w="4962" w:type="dxa"/>
          </w:tcPr>
          <w:p w14:paraId="1D69B924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BF04F59" w14:textId="77777777" w:rsidR="00D95BFE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4D210F27" w14:textId="77777777" w:rsidR="00D95BFE" w:rsidRPr="00B169DF" w:rsidRDefault="00D95BFE" w:rsidP="000D2C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84A8C" w:rsidRPr="001B5DD9" w14:paraId="003475A9" w14:textId="77777777" w:rsidTr="000D2CC5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14C" w14:textId="77777777" w:rsidR="00984A8C" w:rsidRPr="004D103A" w:rsidRDefault="00984A8C" w:rsidP="000D2CC5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1A091CD" w14:textId="77777777" w:rsidR="002A7D24" w:rsidRPr="002A7D24" w:rsidRDefault="002A7D24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Bieszczad B., Łopatkiewicz A.,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Wymiary socjalizacji. Perspektywa pedagogiczna</w:t>
            </w:r>
            <w:r w:rsidRPr="002A7D24">
              <w:rPr>
                <w:rFonts w:ascii="Corbel" w:hAnsi="Corbel"/>
                <w:sz w:val="24"/>
                <w:szCs w:val="24"/>
              </w:rPr>
              <w:t>, Warszawa 2021.</w:t>
            </w:r>
          </w:p>
          <w:p w14:paraId="680647ED" w14:textId="77777777" w:rsidR="002A7D24" w:rsidRPr="002A7D24" w:rsidRDefault="00417B35" w:rsidP="002A7D24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hyperlink r:id="rId8" w:tooltip="Lista publikacji Agnieszka Domagała-Kręcioch" w:history="1">
              <w:r w:rsidR="002A7D24"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Domagała-</w:t>
              </w:r>
              <w:proofErr w:type="spellStart"/>
              <w:r w:rsidR="002A7D24" w:rsidRPr="002A7D24">
                <w:rPr>
                  <w:rStyle w:val="Hipercze"/>
                  <w:rFonts w:ascii="Corbel" w:hAnsi="Corbel"/>
                  <w:b w:val="0"/>
                  <w:bCs w:val="0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Kręcioch</w:t>
              </w:r>
              <w:proofErr w:type="spellEnd"/>
            </w:hyperlink>
            <w:r w:rsidR="002A7D24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A., </w:t>
            </w:r>
            <w:r w:rsidR="002A7D24" w:rsidRPr="002A7D24">
              <w:rPr>
                <w:rFonts w:ascii="Corbel" w:hAnsi="Corbel"/>
                <w:b w:val="0"/>
                <w:bCs w:val="0"/>
                <w:i/>
                <w:iCs/>
                <w:sz w:val="24"/>
                <w:szCs w:val="24"/>
              </w:rPr>
              <w:t>Niedostosowanie społeczne uczniów a niepowodzenia szkolne.</w:t>
            </w:r>
            <w:r w:rsidR="002A7D24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Kraków 2008</w:t>
            </w:r>
          </w:p>
          <w:p w14:paraId="540242DC" w14:textId="77777777" w:rsidR="002A7D24" w:rsidRPr="002A7D24" w:rsidRDefault="002A7D24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lastRenderedPageBreak/>
              <w:t xml:space="preserve">Forma P.,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Socjalizacja dziecka z rodziny wielodzietnej. Studium teoretyczno-empiryczne</w:t>
            </w:r>
            <w:r w:rsidRPr="002A7D24">
              <w:rPr>
                <w:rFonts w:ascii="Corbel" w:hAnsi="Corbel"/>
                <w:sz w:val="24"/>
                <w:szCs w:val="24"/>
              </w:rPr>
              <w:t>, Kielce 2012</w:t>
            </w:r>
          </w:p>
          <w:p w14:paraId="75CBE41C" w14:textId="77777777" w:rsidR="002A7D24" w:rsidRPr="002A7D24" w:rsidRDefault="00417B35" w:rsidP="002A7D24">
            <w:pPr>
              <w:pStyle w:val="Nagwek2"/>
              <w:shd w:val="clear" w:color="auto" w:fill="FFFFFF"/>
              <w:spacing w:before="0" w:line="240" w:lineRule="auto"/>
              <w:rPr>
                <w:rFonts w:ascii="Corbel" w:eastAsia="Times New Roman" w:hAnsi="Corbel"/>
                <w:color w:val="auto"/>
                <w:sz w:val="24"/>
                <w:szCs w:val="24"/>
              </w:rPr>
            </w:pPr>
            <w:hyperlink r:id="rId9" w:tooltip="Magda Karkowska" w:history="1">
              <w:r w:rsidR="002A7D24" w:rsidRPr="002A7D24">
                <w:rPr>
                  <w:rStyle w:val="Hipercze"/>
                  <w:rFonts w:ascii="Corbel" w:hAnsi="Corbel" w:cs="Open Sans"/>
                  <w:color w:val="auto"/>
                  <w:sz w:val="24"/>
                  <w:szCs w:val="24"/>
                  <w:u w:val="none"/>
                  <w:shd w:val="clear" w:color="auto" w:fill="FFFFFF"/>
                </w:rPr>
                <w:t>Karkowska</w:t>
              </w:r>
            </w:hyperlink>
            <w:r w:rsidR="002A7D24" w:rsidRPr="002A7D24">
              <w:rPr>
                <w:rFonts w:ascii="Corbel" w:hAnsi="Corbel"/>
                <w:color w:val="auto"/>
                <w:sz w:val="24"/>
                <w:szCs w:val="24"/>
              </w:rPr>
              <w:t xml:space="preserve"> M.,</w:t>
            </w:r>
            <w:r w:rsidR="002A7D24" w:rsidRPr="002A7D24">
              <w:rPr>
                <w:rFonts w:ascii="Corbel" w:hAnsi="Corbel" w:cs="Open Sans Light"/>
                <w:i/>
                <w:iCs/>
                <w:color w:val="auto"/>
                <w:sz w:val="24"/>
                <w:szCs w:val="24"/>
              </w:rPr>
              <w:t xml:space="preserve"> Socjologia wychowania. Wybrane elementy.</w:t>
            </w:r>
            <w:r w:rsidR="002A7D24" w:rsidRPr="002A7D24">
              <w:rPr>
                <w:rFonts w:ascii="Corbel" w:hAnsi="Corbel"/>
                <w:i/>
                <w:iCs/>
                <w:color w:val="auto"/>
                <w:sz w:val="24"/>
                <w:szCs w:val="24"/>
              </w:rPr>
              <w:t xml:space="preserve"> Mechanizmy socjalizacji i edukacja szkolna, </w:t>
            </w:r>
            <w:r w:rsidR="002A7D24" w:rsidRPr="002A7D24">
              <w:rPr>
                <w:rFonts w:ascii="Corbel" w:hAnsi="Corbel"/>
                <w:color w:val="auto"/>
                <w:sz w:val="24"/>
                <w:szCs w:val="24"/>
              </w:rPr>
              <w:t>Łódź 2011</w:t>
            </w:r>
          </w:p>
          <w:p w14:paraId="29FAFF7C" w14:textId="77777777" w:rsidR="002A7D24" w:rsidRPr="002A7D24" w:rsidRDefault="002A7D24" w:rsidP="002A7D24">
            <w:pPr>
              <w:pStyle w:val="Nagwek1"/>
              <w:shd w:val="clear" w:color="auto" w:fill="FFFFFF"/>
              <w:spacing w:before="0" w:beforeAutospacing="0" w:after="0" w:afterAutospacing="0"/>
              <w:textAlignment w:val="baseline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 xml:space="preserve">Kwiatkowski P., </w:t>
            </w:r>
            <w:r w:rsidRPr="002A7D24">
              <w:rPr>
                <w:rStyle w:val="Pogrubienie"/>
                <w:rFonts w:ascii="Corbel" w:hAnsi="Corbel"/>
                <w:i/>
                <w:iCs/>
                <w:sz w:val="24"/>
                <w:szCs w:val="24"/>
                <w:bdr w:val="none" w:sz="0" w:space="0" w:color="auto" w:frame="1"/>
              </w:rPr>
              <w:t>Teoretyczne konteksty profilaktyki niedostosowania społecznego.</w:t>
            </w:r>
            <w:r w:rsidRPr="002A7D24">
              <w:rPr>
                <w:rStyle w:val="Pogrubienie"/>
                <w:rFonts w:ascii="Corbel" w:hAnsi="Corbel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2A7D24">
              <w:rPr>
                <w:rFonts w:ascii="Corbel" w:hAnsi="Corbel"/>
                <w:b w:val="0"/>
                <w:bCs w:val="0"/>
                <w:sz w:val="24"/>
                <w:szCs w:val="24"/>
                <w:bdr w:val="none" w:sz="0" w:space="0" w:color="auto" w:frame="1"/>
              </w:rPr>
              <w:t>Warszawa 2018</w:t>
            </w:r>
          </w:p>
          <w:p w14:paraId="1D27EE86" w14:textId="7777777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pod red. L. Mościckiej. Wrocław 1991.</w:t>
            </w:r>
          </w:p>
          <w:p w14:paraId="4508F2B6" w14:textId="77777777" w:rsidR="002A7D24" w:rsidRPr="002A7D24" w:rsidRDefault="002A7D24" w:rsidP="002A7D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K., Żabczyńska E.,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Psychologia dziecka niedostosowanego społecznie</w:t>
            </w:r>
            <w:r w:rsidRPr="002A7D24">
              <w:rPr>
                <w:rFonts w:ascii="Corbel" w:hAnsi="Corbel"/>
                <w:sz w:val="24"/>
                <w:szCs w:val="24"/>
              </w:rPr>
              <w:t>. Warszawa 1985.</w:t>
            </w:r>
          </w:p>
          <w:p w14:paraId="03540D55" w14:textId="7777777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 Pytka L.,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Pedagogika resocjalizacyjna. Wybrane zagadnienia teoretyczne, diagnostyczne i metodyczne</w:t>
            </w:r>
            <w:r w:rsidRPr="002A7D24">
              <w:rPr>
                <w:rFonts w:ascii="Corbel" w:hAnsi="Corbel"/>
                <w:sz w:val="24"/>
                <w:szCs w:val="24"/>
              </w:rPr>
              <w:t>, Warszawa 2000.</w:t>
            </w:r>
          </w:p>
          <w:p w14:paraId="4A9027DB" w14:textId="77777777" w:rsidR="002A7D24" w:rsidRPr="002A7D24" w:rsidRDefault="002A7D24" w:rsidP="002A7D24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Resocjalizacja</w:t>
            </w:r>
            <w:r w:rsidRPr="002A7D24">
              <w:rPr>
                <w:rFonts w:ascii="Corbel" w:hAnsi="Corbel"/>
                <w:sz w:val="24"/>
                <w:szCs w:val="24"/>
              </w:rPr>
              <w:t>, B. Urban, J.M. Stanik (red.), Warszawa 2007.</w:t>
            </w:r>
          </w:p>
          <w:p w14:paraId="51F35C9B" w14:textId="1755DC52" w:rsidR="00CD5EA5" w:rsidRPr="001B5DD9" w:rsidRDefault="002A7D24" w:rsidP="002A7D24">
            <w:pPr>
              <w:spacing w:after="0" w:line="240" w:lineRule="auto"/>
              <w:rPr>
                <w:b/>
                <w:smallCaps/>
              </w:rPr>
            </w:pPr>
            <w:proofErr w:type="spellStart"/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Siemionow</w:t>
            </w:r>
            <w:proofErr w:type="spellEnd"/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J.,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Niedostosowanie społeczne nieletnich. Działania, zmiana, efektywność.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A7D24">
              <w:rPr>
                <w:rStyle w:val="Pogrubieni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Warszawa 2011</w:t>
            </w:r>
          </w:p>
        </w:tc>
      </w:tr>
      <w:tr w:rsidR="00984A8C" w:rsidRPr="001B5DD9" w14:paraId="4041D450" w14:textId="77777777" w:rsidTr="000D2CC5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29594" w14:textId="77777777" w:rsidR="00984A8C" w:rsidRDefault="00984A8C" w:rsidP="000D2CC5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975F952" w14:textId="298CC594" w:rsidR="0021039C" w:rsidRPr="0021039C" w:rsidRDefault="00417B35" w:rsidP="0021039C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</w:pPr>
            <w:hyperlink r:id="rId10" w:tooltip="Piotr Bauć" w:history="1"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Bauć</w:t>
              </w:r>
              <w:proofErr w:type="spellEnd"/>
            </w:hyperlink>
            <w:r w:rsidR="0021039C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P.</w:t>
            </w:r>
            <w:r w:rsidR="0021039C"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1" w:tooltip="Katarzyna Kmita-Zaniewska" w:history="1"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Kmita-Zaniewska</w:t>
              </w:r>
            </w:hyperlink>
            <w:r w:rsidR="0021039C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21039C" w:rsidRPr="002A7D24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12" w:tooltip="Marcin Welenc" w:history="1"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proofErr w:type="spellStart"/>
              <w:r w:rsidR="0021039C" w:rsidRPr="002A7D24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Welenc</w:t>
              </w:r>
              <w:proofErr w:type="spellEnd"/>
            </w:hyperlink>
            <w:r w:rsidR="0021039C" w:rsidRPr="002A7D24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21039C" w:rsidRPr="002A7D24">
              <w:rPr>
                <w:rFonts w:ascii="Corbel" w:hAnsi="Corbel" w:cs="Open Sans Light"/>
                <w:b w:val="0"/>
                <w:bCs w:val="0"/>
                <w:sz w:val="24"/>
                <w:szCs w:val="24"/>
              </w:rPr>
              <w:t xml:space="preserve"> </w:t>
            </w:r>
            <w:r w:rsidR="0021039C"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Demokracja -</w:t>
            </w:r>
            <w:r w:rsidR="0021039C"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="0021039C"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Socjalizacja -</w:t>
            </w:r>
            <w:r w:rsidR="0021039C" w:rsidRPr="002A7D24">
              <w:rPr>
                <w:rStyle w:val="name"/>
                <w:rFonts w:ascii="Corbel" w:hAnsi="Corbel" w:cs="Open Sans Light"/>
                <w:i/>
                <w:iCs/>
                <w:sz w:val="24"/>
                <w:szCs w:val="24"/>
              </w:rPr>
              <w:t xml:space="preserve"> </w:t>
            </w:r>
            <w:r w:rsidR="0021039C" w:rsidRPr="002A7D24">
              <w:rPr>
                <w:rStyle w:val="name"/>
                <w:rFonts w:ascii="Corbel" w:hAnsi="Corbel" w:cs="Open Sans Light"/>
                <w:b w:val="0"/>
                <w:bCs w:val="0"/>
                <w:i/>
                <w:iCs/>
                <w:sz w:val="24"/>
                <w:szCs w:val="24"/>
              </w:rPr>
              <w:t>Wychowanie</w:t>
            </w:r>
            <w:r w:rsidR="0021039C" w:rsidRPr="002A7D24">
              <w:rPr>
                <w:rStyle w:val="name"/>
                <w:rFonts w:ascii="Corbel" w:eastAsia="Calibri" w:hAnsi="Corbel" w:cs="Open Sans Light"/>
                <w:b w:val="0"/>
                <w:bCs w:val="0"/>
                <w:sz w:val="24"/>
                <w:szCs w:val="24"/>
              </w:rPr>
              <w:t>, Gdańsk 2019.</w:t>
            </w:r>
          </w:p>
          <w:p w14:paraId="74E79E6A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Hurrelman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Struktura społeczna a rozwój osobowości</w:t>
            </w:r>
            <w:r w:rsidRPr="002A7D24">
              <w:rPr>
                <w:rFonts w:ascii="Corbel" w:hAnsi="Corbel"/>
                <w:sz w:val="24"/>
                <w:szCs w:val="24"/>
              </w:rPr>
              <w:t>, Poznań 1994.</w:t>
            </w:r>
          </w:p>
          <w:p w14:paraId="74B53719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Mika St.,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Psychologia społeczna dla nauczycieli</w:t>
            </w:r>
            <w:r w:rsidRPr="002A7D24">
              <w:rPr>
                <w:rFonts w:ascii="Corbel" w:hAnsi="Corbel"/>
                <w:sz w:val="24"/>
                <w:szCs w:val="24"/>
              </w:rPr>
              <w:t>, Warszawa 1998.</w:t>
            </w:r>
          </w:p>
          <w:p w14:paraId="670FBE2E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Style w:val="st1"/>
                <w:rFonts w:ascii="Corbel" w:hAnsi="Corbel"/>
                <w:sz w:val="24"/>
                <w:szCs w:val="24"/>
              </w:rPr>
              <w:t xml:space="preserve">Pilch T., Lepalczyk I., </w:t>
            </w:r>
            <w:r w:rsidRPr="002A7D24">
              <w:rPr>
                <w:rStyle w:val="st1"/>
                <w:rFonts w:ascii="Corbel" w:hAnsi="Corbel"/>
                <w:i/>
                <w:iCs/>
                <w:sz w:val="24"/>
                <w:szCs w:val="24"/>
              </w:rPr>
              <w:t>Pedagogika społeczna,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Warszawa 1995</w:t>
            </w:r>
          </w:p>
          <w:p w14:paraId="61FFCD8A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Pstrąg D. </w:t>
            </w:r>
            <w:r w:rsidRPr="002A7D24">
              <w:rPr>
                <w:rFonts w:ascii="Corbel" w:hAnsi="Corbel"/>
                <w:i/>
                <w:iCs/>
                <w:kern w:val="16"/>
                <w:sz w:val="24"/>
                <w:szCs w:val="24"/>
              </w:rPr>
              <w:t>Alternatywne formy życia małżeńsko – rodzinnego jako wynik przemian obyczajowych</w:t>
            </w:r>
            <w:r w:rsidRPr="002A7D24">
              <w:rPr>
                <w:rFonts w:ascii="Corbel" w:hAnsi="Corbel"/>
                <w:kern w:val="16"/>
                <w:sz w:val="24"/>
                <w:szCs w:val="24"/>
              </w:rPr>
              <w:t xml:space="preserve"> </w:t>
            </w:r>
            <w:r w:rsidRPr="002A7D24">
              <w:rPr>
                <w:rFonts w:ascii="Corbel" w:hAnsi="Corbel"/>
                <w:bCs/>
                <w:iCs/>
                <w:sz w:val="24"/>
                <w:szCs w:val="24"/>
              </w:rPr>
              <w:t xml:space="preserve">(w:)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  <w:lang w:eastAsia="pl-PL"/>
              </w:rPr>
              <w:t>Obraz współczesnej rodziny. Teoria i badania</w:t>
            </w:r>
            <w:r w:rsidRPr="002A7D24">
              <w:rPr>
                <w:rFonts w:ascii="Corbel" w:hAnsi="Corbel"/>
                <w:sz w:val="24"/>
                <w:szCs w:val="24"/>
                <w:lang w:eastAsia="pl-PL"/>
              </w:rPr>
              <w:t xml:space="preserve">, pod red. B. </w:t>
            </w:r>
            <w:proofErr w:type="spellStart"/>
            <w:r w:rsidRPr="002A7D24">
              <w:rPr>
                <w:rFonts w:ascii="Corbel" w:hAnsi="Corbel"/>
                <w:sz w:val="24"/>
                <w:szCs w:val="24"/>
                <w:lang w:eastAsia="pl-PL"/>
              </w:rPr>
              <w:t>Szluz</w:t>
            </w:r>
            <w:proofErr w:type="spellEnd"/>
            <w:r w:rsidRPr="002A7D24">
              <w:rPr>
                <w:rFonts w:ascii="Corbel" w:hAnsi="Corbel"/>
                <w:sz w:val="24"/>
                <w:szCs w:val="24"/>
                <w:lang w:eastAsia="pl-PL"/>
              </w:rPr>
              <w:t>, Rzeszów 2017.</w:t>
            </w:r>
          </w:p>
          <w:p w14:paraId="2D7D1760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Proces socjalizacji dzieci i młodzieży</w:t>
            </w:r>
            <w:r w:rsidRPr="002A7D24">
              <w:rPr>
                <w:rFonts w:ascii="Corbel" w:hAnsi="Corbel"/>
                <w:sz w:val="24"/>
                <w:szCs w:val="24"/>
              </w:rPr>
              <w:t>, Warszawa 1987</w:t>
            </w:r>
          </w:p>
          <w:p w14:paraId="32F69B76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Socjologia ogólna. Wybrane problemy</w:t>
            </w:r>
            <w:r w:rsidRPr="002A7D24">
              <w:rPr>
                <w:rFonts w:ascii="Corbel" w:hAnsi="Corbel"/>
                <w:sz w:val="24"/>
                <w:szCs w:val="24"/>
              </w:rPr>
              <w:t>., J. Polakowska– Kujawa (red.), Warszawa 2007.</w:t>
            </w:r>
          </w:p>
          <w:p w14:paraId="39B6D2B0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Sztompka P., Kuć M.,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Socjologia. Lektury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, Kraków 2005. </w:t>
            </w:r>
          </w:p>
          <w:p w14:paraId="1D13863D" w14:textId="77777777" w:rsidR="00984A8C" w:rsidRPr="002A7D24" w:rsidRDefault="00984A8C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Sztompka P.,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Socjologia. Analiza społeczeństwa</w:t>
            </w:r>
            <w:r w:rsidRPr="002A7D24">
              <w:rPr>
                <w:rFonts w:ascii="Corbel" w:hAnsi="Corbel"/>
                <w:sz w:val="24"/>
                <w:szCs w:val="24"/>
              </w:rPr>
              <w:t>, Kraków 2002.</w:t>
            </w:r>
          </w:p>
          <w:p w14:paraId="1CD90A94" w14:textId="77777777" w:rsidR="0021039C" w:rsidRDefault="00CD5EA5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Jedlewski S.,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Młodzież niedostosowana społecznie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, [w:] W. Pomykało (red.) Encyklopedia Pedagogiczna, Warszawa 1993. </w:t>
            </w:r>
          </w:p>
          <w:p w14:paraId="7F7C55F7" w14:textId="19F52C6A" w:rsidR="0021039C" w:rsidRDefault="00CD5EA5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Konopnicki J., </w:t>
            </w:r>
            <w:r w:rsidRPr="002A7D24">
              <w:rPr>
                <w:rFonts w:ascii="Corbel" w:hAnsi="Corbel"/>
                <w:i/>
                <w:iCs/>
                <w:sz w:val="24"/>
                <w:szCs w:val="24"/>
              </w:rPr>
              <w:t>Niedostosowanie społeczne</w:t>
            </w:r>
            <w:r w:rsidR="002A7D24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21039C" w:rsidRPr="002A7D24">
              <w:rPr>
                <w:rFonts w:ascii="Corbel" w:hAnsi="Corbel"/>
                <w:sz w:val="24"/>
                <w:szCs w:val="24"/>
              </w:rPr>
              <w:t>1971.</w:t>
            </w:r>
          </w:p>
          <w:p w14:paraId="3E8F7F0B" w14:textId="25756795" w:rsidR="00CD5EA5" w:rsidRPr="002A7D24" w:rsidRDefault="00CD5EA5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Ostrihańska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>., Losy uczniów nieprzystosowanych społecznie</w:t>
            </w:r>
            <w:r w:rsidRPr="002A7D24">
              <w:rPr>
                <w:rFonts w:ascii="Corbel" w:hAnsi="Corbel"/>
                <w:sz w:val="24"/>
                <w:szCs w:val="24"/>
              </w:rPr>
              <w:t>, Lublin 1997.</w:t>
            </w:r>
          </w:p>
          <w:p w14:paraId="2209A695" w14:textId="77777777" w:rsidR="001317EE" w:rsidRPr="002A7D24" w:rsidRDefault="001317EE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>Lipkowski O.,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 xml:space="preserve"> Resocjalizacja</w:t>
            </w:r>
            <w:r w:rsidRPr="002A7D24">
              <w:rPr>
                <w:rFonts w:ascii="Corbel" w:hAnsi="Corbel"/>
                <w:sz w:val="24"/>
                <w:szCs w:val="24"/>
              </w:rPr>
              <w:t>. Warszawa 1978.</w:t>
            </w:r>
          </w:p>
          <w:p w14:paraId="4C23A8F0" w14:textId="77777777" w:rsidR="001317EE" w:rsidRPr="002A7D24" w:rsidRDefault="001317EE" w:rsidP="002A7D2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Jordan M., 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>Rodzinne bariery socjalizacji nieletnich</w:t>
            </w:r>
            <w:r w:rsidRPr="002A7D24">
              <w:rPr>
                <w:rFonts w:ascii="Corbel" w:hAnsi="Corbel"/>
                <w:sz w:val="24"/>
                <w:szCs w:val="24"/>
              </w:rPr>
              <w:t>, Kraków 2003</w:t>
            </w:r>
          </w:p>
          <w:p w14:paraId="16CEED91" w14:textId="77777777" w:rsidR="001317EE" w:rsidRPr="002A7D24" w:rsidRDefault="001317EE" w:rsidP="002A7D24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proofErr w:type="spellStart"/>
            <w:r w:rsidRPr="002A7D24">
              <w:rPr>
                <w:rFonts w:ascii="Corbel" w:hAnsi="Corbel"/>
                <w:sz w:val="24"/>
                <w:szCs w:val="24"/>
              </w:rPr>
              <w:t>Tillmann</w:t>
            </w:r>
            <w:proofErr w:type="spellEnd"/>
            <w:r w:rsidRPr="002A7D24">
              <w:rPr>
                <w:rFonts w:ascii="Corbel" w:hAnsi="Corbel"/>
                <w:sz w:val="24"/>
                <w:szCs w:val="24"/>
              </w:rPr>
              <w:t xml:space="preserve"> K.J., </w:t>
            </w:r>
            <w:r w:rsidRPr="0021039C">
              <w:rPr>
                <w:rFonts w:ascii="Corbel" w:hAnsi="Corbel"/>
                <w:i/>
                <w:iCs/>
                <w:sz w:val="24"/>
                <w:szCs w:val="24"/>
              </w:rPr>
              <w:t>Teorie socjalizacji</w:t>
            </w:r>
            <w:r w:rsidRPr="002A7D24">
              <w:rPr>
                <w:rFonts w:ascii="Corbel" w:hAnsi="Corbel"/>
                <w:sz w:val="24"/>
                <w:szCs w:val="24"/>
              </w:rPr>
              <w:t>, Warszawa 2006.</w:t>
            </w:r>
          </w:p>
          <w:p w14:paraId="35BD7517" w14:textId="418F51F6" w:rsidR="001317EE" w:rsidRPr="001B5DD9" w:rsidRDefault="002A7D24" w:rsidP="002A7D24">
            <w:pPr>
              <w:spacing w:after="0" w:line="240" w:lineRule="auto"/>
              <w:rPr>
                <w:b/>
                <w:smallCaps/>
              </w:rPr>
            </w:pPr>
            <w:r w:rsidRPr="002A7D24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2A7D24">
              <w:rPr>
                <w:rFonts w:ascii="Corbel" w:hAnsi="Corbel"/>
                <w:i/>
                <w:sz w:val="24"/>
                <w:szCs w:val="24"/>
              </w:rPr>
              <w:t>Niedostosowanie społeczne młodzieży i jej resocjalizacja.</w:t>
            </w:r>
            <w:r w:rsidRPr="002A7D24">
              <w:rPr>
                <w:rFonts w:ascii="Corbel" w:hAnsi="Corbel"/>
                <w:sz w:val="24"/>
                <w:szCs w:val="24"/>
              </w:rPr>
              <w:t xml:space="preserve"> Warszawa 1994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4B81ED9E" w14:textId="77777777" w:rsidR="00984A8C" w:rsidRDefault="00984A8C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E1E745F" w14:textId="77777777" w:rsidR="001317EE" w:rsidRPr="00B169DF" w:rsidRDefault="001317E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1317EE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3F892E" w14:textId="77777777" w:rsidR="00417B35" w:rsidRDefault="00417B35" w:rsidP="00C16ABF">
      <w:pPr>
        <w:spacing w:after="0" w:line="240" w:lineRule="auto"/>
      </w:pPr>
      <w:r>
        <w:separator/>
      </w:r>
    </w:p>
  </w:endnote>
  <w:endnote w:type="continuationSeparator" w:id="0">
    <w:p w14:paraId="4EFCDBBE" w14:textId="77777777" w:rsidR="00417B35" w:rsidRDefault="00417B3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E577E7" w14:textId="77777777" w:rsidR="00417B35" w:rsidRDefault="00417B35" w:rsidP="00C16ABF">
      <w:pPr>
        <w:spacing w:after="0" w:line="240" w:lineRule="auto"/>
      </w:pPr>
      <w:r>
        <w:separator/>
      </w:r>
    </w:p>
  </w:footnote>
  <w:footnote w:type="continuationSeparator" w:id="0">
    <w:p w14:paraId="154E0042" w14:textId="77777777" w:rsidR="00417B35" w:rsidRDefault="00417B35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BFB5C1F"/>
    <w:multiLevelType w:val="hybridMultilevel"/>
    <w:tmpl w:val="D2467FE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17EE"/>
    <w:rsid w:val="00132154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801"/>
    <w:rsid w:val="00192F37"/>
    <w:rsid w:val="001A70D2"/>
    <w:rsid w:val="001D657B"/>
    <w:rsid w:val="001D7B54"/>
    <w:rsid w:val="001E0209"/>
    <w:rsid w:val="001F2CA2"/>
    <w:rsid w:val="0021039C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A7D24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17B35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1859"/>
    <w:rsid w:val="00883701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494D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84A8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AB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AF30D3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DA2"/>
    <w:rsid w:val="00BF2C41"/>
    <w:rsid w:val="00C058B4"/>
    <w:rsid w:val="00C05F44"/>
    <w:rsid w:val="00C131B5"/>
    <w:rsid w:val="00C16ABF"/>
    <w:rsid w:val="00C170AE"/>
    <w:rsid w:val="00C26CB7"/>
    <w:rsid w:val="00C324C1"/>
    <w:rsid w:val="00C32E64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5EA5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328E"/>
    <w:rsid w:val="00D8678B"/>
    <w:rsid w:val="00D95BFE"/>
    <w:rsid w:val="00DA2114"/>
    <w:rsid w:val="00DB4F28"/>
    <w:rsid w:val="00DE09C0"/>
    <w:rsid w:val="00DE4A14"/>
    <w:rsid w:val="00DF320D"/>
    <w:rsid w:val="00DF3988"/>
    <w:rsid w:val="00DF71C8"/>
    <w:rsid w:val="00E10A2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3B5C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EF3C8B"/>
    <w:rsid w:val="00F070AB"/>
    <w:rsid w:val="00F17567"/>
    <w:rsid w:val="00F27A7B"/>
    <w:rsid w:val="00F47926"/>
    <w:rsid w:val="00F526AF"/>
    <w:rsid w:val="00F617C3"/>
    <w:rsid w:val="00F61A26"/>
    <w:rsid w:val="00F7066B"/>
    <w:rsid w:val="00F738E8"/>
    <w:rsid w:val="00F83B28"/>
    <w:rsid w:val="00F9431A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984A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84A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984A8C"/>
    <w:rPr>
      <w:rFonts w:eastAsia="Times New Roman"/>
      <w:b/>
      <w:bCs/>
      <w:kern w:val="36"/>
      <w:sz w:val="48"/>
      <w:szCs w:val="48"/>
    </w:rPr>
  </w:style>
  <w:style w:type="character" w:customStyle="1" w:styleId="Nagwek2Znak">
    <w:name w:val="Nagłówek 2 Znak"/>
    <w:basedOn w:val="Domylnaczcionkaakapitu"/>
    <w:link w:val="Nagwek2"/>
    <w:uiPriority w:val="9"/>
    <w:rsid w:val="00984A8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st1">
    <w:name w:val="st1"/>
    <w:basedOn w:val="Domylnaczcionkaakapitu"/>
    <w:rsid w:val="00984A8C"/>
  </w:style>
  <w:style w:type="character" w:customStyle="1" w:styleId="name">
    <w:name w:val="name"/>
    <w:basedOn w:val="Domylnaczcionkaakapitu"/>
    <w:rsid w:val="00984A8C"/>
  </w:style>
  <w:style w:type="character" w:styleId="UyteHipercze">
    <w:name w:val="FollowedHyperlink"/>
    <w:basedOn w:val="Domylnaczcionkaakapitu"/>
    <w:uiPriority w:val="99"/>
    <w:semiHidden/>
    <w:unhideWhenUsed/>
    <w:rsid w:val="001317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2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czytaj.pl/a/agnieszka-domagala-krecio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ksiegarnia.pwn.pl/autor/Marcin-Welenc,a,74383568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siegarnia.pwn.pl/autor/Katarzyna-Kmita-Zaniewska,a,70824766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siegarnia.pwn.pl/autor/Piotr-Bauc,a,8013373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Magda-Karkowska,a,69634676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DFB2C-0FB5-40CD-83DB-76A187210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401</TotalTime>
  <Pages>5</Pages>
  <Words>1383</Words>
  <Characters>8303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2023-06-07T06:22:00Z</dcterms:created>
  <dcterms:modified xsi:type="dcterms:W3CDTF">2023-07-13T08:31:00Z</dcterms:modified>
</cp:coreProperties>
</file>